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6B" w:rsidRDefault="00187C4D">
      <w:r>
        <w:rPr>
          <w:noProof/>
          <w:lang w:eastAsia="en-GB"/>
        </w:rPr>
        <w:drawing>
          <wp:inline distT="0" distB="0" distL="0" distR="0" wp14:anchorId="204B40CC" wp14:editId="1EEE9AF2">
            <wp:extent cx="5943600" cy="37649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6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C4D" w:rsidRDefault="00187C4D"/>
    <w:p w:rsidR="00187C4D" w:rsidRDefault="00187C4D"/>
    <w:p w:rsidR="00187C4D" w:rsidRDefault="006344FF">
      <w:r>
        <w:rPr>
          <w:noProof/>
          <w:lang w:eastAsia="en-GB"/>
        </w:rPr>
        <w:drawing>
          <wp:inline distT="0" distB="0" distL="0" distR="0" wp14:anchorId="2EC5CD1C">
            <wp:extent cx="5944235" cy="373126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3731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7C4D" w:rsidRDefault="00187C4D"/>
    <w:p w:rsidR="00187C4D" w:rsidRDefault="00187C4D"/>
    <w:p w:rsidR="00187C4D" w:rsidRDefault="00187C4D">
      <w:r>
        <w:br w:type="page"/>
      </w:r>
    </w:p>
    <w:p w:rsidR="00187C4D" w:rsidRDefault="00187C4D">
      <w:r>
        <w:rPr>
          <w:noProof/>
          <w:lang w:eastAsia="en-GB"/>
        </w:rPr>
        <w:lastRenderedPageBreak/>
        <w:drawing>
          <wp:inline distT="0" distB="0" distL="0" distR="0" wp14:anchorId="3DB3CF69" wp14:editId="1BB64E5E">
            <wp:extent cx="5943600" cy="319405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9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C4D" w:rsidRDefault="00270ECC">
      <w:r>
        <w:rPr>
          <w:noProof/>
          <w:lang w:eastAsia="en-GB"/>
        </w:rPr>
        <w:drawing>
          <wp:inline distT="0" distB="0" distL="0" distR="0" wp14:anchorId="49BC1B9B" wp14:editId="3BDCF971">
            <wp:extent cx="4105275" cy="63150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7C4D" w:rsidSect="00187C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C4D"/>
    <w:rsid w:val="00187C4D"/>
    <w:rsid w:val="00270ECC"/>
    <w:rsid w:val="006344FF"/>
    <w:rsid w:val="00BF093C"/>
    <w:rsid w:val="00FE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7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C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7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A570F477</Template>
  <TotalTime>12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Authorised User</dc:creator>
  <cp:lastModifiedBy>Authorised User</cp:lastModifiedBy>
  <cp:revision>3</cp:revision>
  <cp:lastPrinted>2015-01-30T07:25:00Z</cp:lastPrinted>
  <dcterms:created xsi:type="dcterms:W3CDTF">2013-10-17T06:51:00Z</dcterms:created>
  <dcterms:modified xsi:type="dcterms:W3CDTF">2015-01-30T07:30:00Z</dcterms:modified>
</cp:coreProperties>
</file>